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78C2" w:rsidRDefault="00CB2F03" w:rsidP="00EF1542">
      <w:bookmarkStart w:id="0" w:name="_GoBack"/>
      <w:bookmarkEnd w:id="0"/>
      <w:r w:rsidRPr="00CB2F03">
        <w:t>Professional Learning Communities</w:t>
      </w:r>
    </w:p>
    <w:p w:rsidR="00CB2F03" w:rsidRDefault="00CB2F03" w:rsidP="00CB2F03">
      <w:pPr>
        <w:rPr>
          <w:b/>
        </w:rPr>
      </w:pPr>
      <w:r>
        <w:rPr>
          <w:b/>
        </w:rPr>
        <w:t xml:space="preserve">Date </w:t>
      </w:r>
      <w:r w:rsidR="00DC2FA1">
        <w:rPr>
          <w:b/>
        </w:rPr>
        <w:t>–</w:t>
      </w:r>
      <w:r>
        <w:rPr>
          <w:b/>
        </w:rPr>
        <w:t xml:space="preserve"> </w:t>
      </w:r>
      <w:r w:rsidR="00DC2FA1">
        <w:rPr>
          <w:b/>
        </w:rPr>
        <w:t>1/4/13</w:t>
      </w:r>
    </w:p>
    <w:p w:rsidR="00CB2F03" w:rsidRPr="00CB2F03" w:rsidRDefault="00DC2FA1" w:rsidP="00DC2FA1">
      <w:pPr>
        <w:rPr>
          <w:b/>
        </w:rPr>
      </w:pPr>
      <w:proofErr w:type="gramStart"/>
      <w:r>
        <w:rPr>
          <w:b/>
        </w:rPr>
        <w:t>PLC Members – Neil Shaner, Lauren Stickell, Felicia Hess   - CAMS South Geography Dept.</w:t>
      </w:r>
      <w:proofErr w:type="gramEnd"/>
    </w:p>
    <w:p w:rsidR="00CB2F03" w:rsidRPr="00CB2F03" w:rsidRDefault="00CB2F03" w:rsidP="00CB2F03">
      <w:pPr>
        <w:rPr>
          <w:b/>
        </w:rPr>
      </w:pPr>
      <w:r w:rsidRPr="00CB2F03">
        <w:rPr>
          <w:b/>
        </w:rPr>
        <w:t>Question Focus for PLC (check all that apply for this session)</w:t>
      </w:r>
    </w:p>
    <w:p w:rsidR="00CB2F03" w:rsidRDefault="00CB2F03" w:rsidP="00CB2F03">
      <w:r>
        <w:t xml:space="preserve">   What do we want students to learn? __</w:t>
      </w:r>
      <w:r w:rsidR="00AF1379">
        <w:t>X</w:t>
      </w:r>
      <w:r>
        <w:t>_</w:t>
      </w:r>
    </w:p>
    <w:p w:rsidR="00CB2F03" w:rsidRDefault="00CB2F03" w:rsidP="00CB2F03">
      <w:r>
        <w:t xml:space="preserve">   How do we know students are </w:t>
      </w:r>
      <w:proofErr w:type="spellStart"/>
      <w:r>
        <w:t>learning</w:t>
      </w:r>
      <w:proofErr w:type="gramStart"/>
      <w:r>
        <w:t>?_</w:t>
      </w:r>
      <w:proofErr w:type="gramEnd"/>
      <w:r>
        <w:t>_</w:t>
      </w:r>
      <w:r w:rsidR="00AF1379">
        <w:t>X</w:t>
      </w:r>
      <w:proofErr w:type="spellEnd"/>
      <w:r>
        <w:t>_</w:t>
      </w:r>
    </w:p>
    <w:p w:rsidR="00CB2F03" w:rsidRDefault="00CB2F03" w:rsidP="00CB2F03">
      <w:r>
        <w:t xml:space="preserve">   What do we do for students who are not learning? ___</w:t>
      </w:r>
    </w:p>
    <w:p w:rsidR="00CB2F03" w:rsidRDefault="00CB2F03" w:rsidP="00CB2F03">
      <w:r>
        <w:t xml:space="preserve">    What do we do for students who are demonstrating </w:t>
      </w:r>
      <w:r w:rsidR="00B017E9">
        <w:t xml:space="preserve">mastery in </w:t>
      </w:r>
      <w:r>
        <w:t>learning? ___</w:t>
      </w:r>
    </w:p>
    <w:p w:rsidR="00CB2F03" w:rsidRPr="00CB2F03" w:rsidRDefault="00CB2F03" w:rsidP="00CB2F03">
      <w:pPr>
        <w:rPr>
          <w:b/>
        </w:rPr>
      </w:pPr>
      <w:r w:rsidRPr="00CB2F03">
        <w:rPr>
          <w:b/>
        </w:rPr>
        <w:t>Content Area (check one)</w:t>
      </w:r>
    </w:p>
    <w:p w:rsidR="00CB2F03" w:rsidRDefault="00CB2F03" w:rsidP="00A20D68">
      <w:r>
        <w:t>____ ELA       ___</w:t>
      </w:r>
      <w:proofErr w:type="gramStart"/>
      <w:r>
        <w:t>_  Math</w:t>
      </w:r>
      <w:proofErr w:type="gramEnd"/>
      <w:r>
        <w:t xml:space="preserve">   __</w:t>
      </w:r>
      <w:r w:rsidR="00DC2FA1">
        <w:t>X</w:t>
      </w:r>
      <w:r>
        <w:t>_ Social Studies ____ Science</w:t>
      </w:r>
    </w:p>
    <w:p w:rsidR="00CB2F03" w:rsidRPr="00CB2F03" w:rsidRDefault="00CB2F03" w:rsidP="00CB2F03">
      <w:pPr>
        <w:rPr>
          <w:b/>
        </w:rPr>
      </w:pPr>
      <w:r w:rsidRPr="00CB2F03">
        <w:rPr>
          <w:b/>
        </w:rPr>
        <w:t>PLC Focus (check all that apply for this session)</w:t>
      </w:r>
    </w:p>
    <w:p w:rsidR="00CB2F03" w:rsidRDefault="00CB2F03" w:rsidP="00A20D68">
      <w:r>
        <w:t>Instruction _</w:t>
      </w:r>
      <w:r w:rsidR="00AF1379">
        <w:t>X</w:t>
      </w:r>
      <w:r>
        <w:t>__</w:t>
      </w:r>
    </w:p>
    <w:p w:rsidR="00CB2F03" w:rsidRDefault="00CB2F03" w:rsidP="00A20D68">
      <w:r>
        <w:t>Curriculum __</w:t>
      </w:r>
      <w:r w:rsidR="00AF1379">
        <w:t>X</w:t>
      </w:r>
      <w:r>
        <w:t>_</w:t>
      </w:r>
    </w:p>
    <w:p w:rsidR="00CB2F03" w:rsidRDefault="00CB2F03" w:rsidP="00A20D68">
      <w:r>
        <w:t>Assessment __</w:t>
      </w:r>
      <w:r w:rsidR="00AF1379">
        <w:t>X</w:t>
      </w:r>
      <w:r>
        <w:t>_</w:t>
      </w:r>
    </w:p>
    <w:p w:rsidR="00CB2F03" w:rsidRDefault="00CB2F03" w:rsidP="00CB2F03">
      <w:pPr>
        <w:rPr>
          <w:b/>
        </w:rPr>
      </w:pPr>
      <w:r w:rsidRPr="00CB2F03">
        <w:rPr>
          <w:b/>
        </w:rPr>
        <w:t>Topic(s) Discussed:</w:t>
      </w:r>
    </w:p>
    <w:p w:rsidR="00AF1379" w:rsidRDefault="00AF1379" w:rsidP="00CB2F03">
      <w:pPr>
        <w:rPr>
          <w:b/>
        </w:rPr>
      </w:pPr>
      <w:r>
        <w:rPr>
          <w:b/>
        </w:rPr>
        <w:t>-We discussed the Geography Bee and decided on the layout for the library. We also each provided our list of 3 students per team.</w:t>
      </w:r>
      <w:r w:rsidR="00A14DB1">
        <w:rPr>
          <w:b/>
        </w:rPr>
        <w:t xml:space="preserve"> A copy of the questions was made for Kurt and the trophies were picked up from the office. </w:t>
      </w:r>
    </w:p>
    <w:p w:rsidR="00AF1379" w:rsidRDefault="00AF1379" w:rsidP="00CB2F03">
      <w:pPr>
        <w:rPr>
          <w:b/>
        </w:rPr>
      </w:pPr>
      <w:r>
        <w:rPr>
          <w:b/>
        </w:rPr>
        <w:t>-We discussed how we assessed A Long Walk to Water</w:t>
      </w:r>
      <w:r w:rsidR="00A14DB1">
        <w:rPr>
          <w:b/>
        </w:rPr>
        <w:t>…a packet with HOT questions and writing, journal entries or a project.</w:t>
      </w:r>
    </w:p>
    <w:p w:rsidR="00CB2F03" w:rsidRDefault="00AF1379" w:rsidP="00CB2F03">
      <w:pPr>
        <w:rPr>
          <w:b/>
        </w:rPr>
      </w:pPr>
      <w:r>
        <w:rPr>
          <w:b/>
        </w:rPr>
        <w:t>-We discussed and updated the Geography Midterm Exam. Nothing big was changed…just some wording on the essential vocab side and we</w:t>
      </w:r>
      <w:r w:rsidR="00A14DB1">
        <w:rPr>
          <w:b/>
        </w:rPr>
        <w:t xml:space="preserve"> drew in South Sudan on the map (to make it up-</w:t>
      </w:r>
      <w:proofErr w:type="spellStart"/>
      <w:r w:rsidR="00A14DB1">
        <w:rPr>
          <w:b/>
        </w:rPr>
        <w:t>todate</w:t>
      </w:r>
      <w:proofErr w:type="spellEnd"/>
      <w:r w:rsidR="00A14DB1">
        <w:rPr>
          <w:b/>
        </w:rPr>
        <w:t>).</w:t>
      </w:r>
    </w:p>
    <w:p w:rsidR="00CB2F03" w:rsidRDefault="00CB2F03" w:rsidP="00CB2F03">
      <w:pPr>
        <w:rPr>
          <w:b/>
        </w:rPr>
      </w:pPr>
    </w:p>
    <w:p w:rsidR="00CB2F03" w:rsidRDefault="00CB2F03" w:rsidP="00CB2F03">
      <w:pPr>
        <w:rPr>
          <w:b/>
        </w:rPr>
      </w:pPr>
      <w:r>
        <w:rPr>
          <w:b/>
        </w:rPr>
        <w:t>Action Plan to Address Topic(s)</w:t>
      </w:r>
    </w:p>
    <w:p w:rsidR="00CB2F03" w:rsidRDefault="00A14DB1" w:rsidP="00CB2F03">
      <w:pPr>
        <w:rPr>
          <w:b/>
        </w:rPr>
      </w:pPr>
      <w:r>
        <w:rPr>
          <w:b/>
        </w:rPr>
        <w:t>Geography Bee – We reviewed last year’s Geography Bee and how it was run to determine how things would be this year.</w:t>
      </w:r>
    </w:p>
    <w:p w:rsidR="00A14DB1" w:rsidRDefault="00A14DB1" w:rsidP="00CB2F03">
      <w:pPr>
        <w:rPr>
          <w:b/>
        </w:rPr>
      </w:pPr>
      <w:r>
        <w:rPr>
          <w:b/>
        </w:rPr>
        <w:t xml:space="preserve">A Long Walk to Water – We looked at a packet of questions that was created by Julie at CAMS </w:t>
      </w:r>
      <w:proofErr w:type="gramStart"/>
      <w:r>
        <w:rPr>
          <w:b/>
        </w:rPr>
        <w:t>North</w:t>
      </w:r>
      <w:proofErr w:type="gramEnd"/>
      <w:r>
        <w:rPr>
          <w:b/>
        </w:rPr>
        <w:t xml:space="preserve"> and various other resources that Lauren had related to writing in the curriculum.</w:t>
      </w:r>
    </w:p>
    <w:p w:rsidR="00A14DB1" w:rsidRDefault="00A14DB1" w:rsidP="00CB2F03">
      <w:pPr>
        <w:rPr>
          <w:b/>
        </w:rPr>
      </w:pPr>
      <w:r>
        <w:rPr>
          <w:b/>
        </w:rPr>
        <w:lastRenderedPageBreak/>
        <w:t xml:space="preserve">Midterm – We looked at last year’s midterm and compared it to what we all have covered so far this year to determine what changes may be needed. After it was determined that we all have covered everything needed, we looked at some of the wording and decided that we should change a few things. It did not affect the overall content being assessed though. </w:t>
      </w:r>
    </w:p>
    <w:p w:rsidR="00CB2F03" w:rsidRDefault="00CB2F03" w:rsidP="00CB2F03">
      <w:pPr>
        <w:rPr>
          <w:b/>
        </w:rPr>
      </w:pPr>
    </w:p>
    <w:p w:rsidR="00DC309F" w:rsidRDefault="00A20D68" w:rsidP="00CB2F03">
      <w:pPr>
        <w:rPr>
          <w:b/>
        </w:rPr>
      </w:pPr>
      <w:r>
        <w:rPr>
          <w:b/>
        </w:rPr>
        <w:t xml:space="preserve">    </w:t>
      </w:r>
      <w:r w:rsidR="00CB2F03">
        <w:rPr>
          <w:b/>
        </w:rPr>
        <w:t>Date(s) of implementation-</w:t>
      </w:r>
      <w:r w:rsidR="00DC309F">
        <w:rPr>
          <w:b/>
        </w:rPr>
        <w:t xml:space="preserve"> The Geography Bee will be held on Wednesday, January 9</w:t>
      </w:r>
      <w:r w:rsidR="00DC309F" w:rsidRPr="00DC309F">
        <w:rPr>
          <w:b/>
          <w:vertAlign w:val="superscript"/>
        </w:rPr>
        <w:t>th</w:t>
      </w:r>
      <w:r w:rsidR="00DC309F">
        <w:rPr>
          <w:b/>
        </w:rPr>
        <w:t>. Midterms will be given starting towards the end of next week until the 18</w:t>
      </w:r>
      <w:r w:rsidR="00DC309F" w:rsidRPr="00DC309F">
        <w:rPr>
          <w:b/>
          <w:vertAlign w:val="superscript"/>
        </w:rPr>
        <w:t>th</w:t>
      </w:r>
      <w:r w:rsidR="00DC309F">
        <w:rPr>
          <w:b/>
        </w:rPr>
        <w:t>.</w:t>
      </w:r>
    </w:p>
    <w:p w:rsidR="00CB2F03" w:rsidRDefault="00A20D68" w:rsidP="00CB2F03">
      <w:pPr>
        <w:rPr>
          <w:b/>
        </w:rPr>
      </w:pPr>
      <w:r>
        <w:rPr>
          <w:b/>
        </w:rPr>
        <w:t xml:space="preserve">   </w:t>
      </w:r>
      <w:r w:rsidR="00CB2F03">
        <w:rPr>
          <w:b/>
        </w:rPr>
        <w:t xml:space="preserve">Assessment (informal or formal) </w:t>
      </w:r>
      <w:proofErr w:type="gramStart"/>
      <w:r w:rsidR="00CB2F03">
        <w:rPr>
          <w:b/>
        </w:rPr>
        <w:t xml:space="preserve">- </w:t>
      </w:r>
      <w:r w:rsidR="00DC309F">
        <w:rPr>
          <w:b/>
        </w:rPr>
        <w:t xml:space="preserve"> Geography</w:t>
      </w:r>
      <w:proofErr w:type="gramEnd"/>
      <w:r w:rsidR="00DC309F">
        <w:rPr>
          <w:b/>
        </w:rPr>
        <w:t xml:space="preserve"> Midterm Exam</w:t>
      </w:r>
    </w:p>
    <w:p w:rsidR="00CB2F03" w:rsidRDefault="00A20D68" w:rsidP="00CB2F03">
      <w:pPr>
        <w:rPr>
          <w:b/>
        </w:rPr>
      </w:pPr>
      <w:r>
        <w:rPr>
          <w:b/>
        </w:rPr>
        <w:t>Focus Topic for Next PLC-</w:t>
      </w:r>
      <w:r w:rsidR="00DC309F">
        <w:rPr>
          <w:b/>
        </w:rPr>
        <w:t xml:space="preserve"> Midterm Exams and the Middle East</w:t>
      </w:r>
    </w:p>
    <w:p w:rsidR="00A20D68" w:rsidRDefault="00A20D68" w:rsidP="00CB2F03">
      <w:pPr>
        <w:rPr>
          <w:b/>
        </w:rPr>
      </w:pPr>
    </w:p>
    <w:p w:rsidR="00A20D68" w:rsidRDefault="00A20D68" w:rsidP="00CB2F03">
      <w:pPr>
        <w:rPr>
          <w:b/>
        </w:rPr>
      </w:pPr>
    </w:p>
    <w:p w:rsidR="00A20D68" w:rsidRDefault="00A20D68" w:rsidP="00CB2F03">
      <w:pPr>
        <w:rPr>
          <w:b/>
        </w:rPr>
      </w:pPr>
    </w:p>
    <w:p w:rsidR="00A20D68" w:rsidRDefault="00A20D68" w:rsidP="00CB2F03">
      <w:pPr>
        <w:rPr>
          <w:b/>
        </w:rPr>
      </w:pPr>
    </w:p>
    <w:p w:rsidR="00A20D68" w:rsidRDefault="00A20D68" w:rsidP="00CB2F03">
      <w:pPr>
        <w:rPr>
          <w:b/>
        </w:rPr>
      </w:pPr>
      <w:r>
        <w:rPr>
          <w:b/>
        </w:rPr>
        <w:t>Other instructional or curricular concerns –</w:t>
      </w:r>
      <w:r w:rsidR="00DC309F">
        <w:rPr>
          <w:b/>
        </w:rPr>
        <w:t xml:space="preserve"> None</w:t>
      </w:r>
    </w:p>
    <w:p w:rsidR="00A20D68" w:rsidRDefault="00A20D68" w:rsidP="00CB2F03">
      <w:pPr>
        <w:rPr>
          <w:b/>
        </w:rPr>
      </w:pPr>
    </w:p>
    <w:p w:rsidR="00A20D68" w:rsidRDefault="00A20D68" w:rsidP="00CB2F03">
      <w:pPr>
        <w:rPr>
          <w:b/>
        </w:rPr>
      </w:pPr>
    </w:p>
    <w:p w:rsidR="00A20D68" w:rsidRDefault="00A20D68" w:rsidP="00CB2F03">
      <w:pPr>
        <w:rPr>
          <w:b/>
        </w:rPr>
      </w:pPr>
    </w:p>
    <w:p w:rsidR="00A20D68" w:rsidRDefault="00A20D68" w:rsidP="00CB2F03">
      <w:pPr>
        <w:rPr>
          <w:b/>
        </w:rPr>
      </w:pPr>
    </w:p>
    <w:p w:rsidR="004D4502" w:rsidRDefault="004D4502" w:rsidP="00CB2F03">
      <w:pPr>
        <w:rPr>
          <w:b/>
        </w:rPr>
      </w:pPr>
      <w:r>
        <w:rPr>
          <w:b/>
        </w:rPr>
        <w:t>Needs from administration-</w:t>
      </w:r>
      <w:r w:rsidR="00DC309F">
        <w:rPr>
          <w:b/>
        </w:rPr>
        <w:t xml:space="preserve"> None at this time</w:t>
      </w:r>
    </w:p>
    <w:p w:rsidR="00A20D68" w:rsidRDefault="00A20D68" w:rsidP="00CB2F03">
      <w:pPr>
        <w:rPr>
          <w:b/>
        </w:rPr>
      </w:pPr>
    </w:p>
    <w:p w:rsidR="00A20D68" w:rsidRDefault="00A20D68" w:rsidP="00CB2F03">
      <w:pPr>
        <w:rPr>
          <w:b/>
        </w:rPr>
      </w:pPr>
    </w:p>
    <w:p w:rsidR="00A20D68" w:rsidRDefault="00A20D68" w:rsidP="00CB2F03">
      <w:pPr>
        <w:rPr>
          <w:b/>
        </w:rPr>
      </w:pPr>
    </w:p>
    <w:p w:rsidR="00CB2F03" w:rsidRDefault="00CB2F03" w:rsidP="00DC309F">
      <w:pPr>
        <w:rPr>
          <w:b/>
        </w:rPr>
      </w:pPr>
    </w:p>
    <w:p w:rsidR="00CB2F03" w:rsidRPr="00CB2F03" w:rsidRDefault="00CB2F03" w:rsidP="00CB2F03">
      <w:pPr>
        <w:rPr>
          <w:b/>
        </w:rPr>
      </w:pPr>
    </w:p>
    <w:p w:rsidR="00CB2F03" w:rsidRDefault="00CB2F03" w:rsidP="00CB2F03"/>
    <w:p w:rsidR="00CB2F03" w:rsidRDefault="00CB2F03" w:rsidP="00CB2F03"/>
    <w:sectPr w:rsidR="00CB2F03" w:rsidSect="00A20D68">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14DB1" w:rsidRDefault="00A14DB1" w:rsidP="00CB2F03">
      <w:pPr>
        <w:spacing w:after="0" w:line="240" w:lineRule="auto"/>
      </w:pPr>
      <w:r>
        <w:separator/>
      </w:r>
    </w:p>
  </w:endnote>
  <w:endnote w:type="continuationSeparator" w:id="0">
    <w:p w:rsidR="00A14DB1" w:rsidRDefault="00A14DB1" w:rsidP="00CB2F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47737614"/>
      <w:docPartObj>
        <w:docPartGallery w:val="Page Numbers (Bottom of Page)"/>
        <w:docPartUnique/>
      </w:docPartObj>
    </w:sdtPr>
    <w:sdtEndPr>
      <w:rPr>
        <w:noProof/>
      </w:rPr>
    </w:sdtEndPr>
    <w:sdtContent>
      <w:p w:rsidR="00A14DB1" w:rsidRDefault="00A14DB1">
        <w:pPr>
          <w:pStyle w:val="Footer"/>
          <w:jc w:val="right"/>
        </w:pPr>
        <w:r>
          <w:fldChar w:fldCharType="begin"/>
        </w:r>
        <w:r>
          <w:instrText xml:space="preserve"> PAGE   \* MERGEFORMAT </w:instrText>
        </w:r>
        <w:r>
          <w:fldChar w:fldCharType="separate"/>
        </w:r>
        <w:r w:rsidR="00FF5963">
          <w:rPr>
            <w:noProof/>
          </w:rPr>
          <w:t>1</w:t>
        </w:r>
        <w:r>
          <w:rPr>
            <w:noProof/>
          </w:rPr>
          <w:fldChar w:fldCharType="end"/>
        </w:r>
      </w:p>
    </w:sdtContent>
  </w:sdt>
  <w:p w:rsidR="00A14DB1" w:rsidRDefault="00A14D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14DB1" w:rsidRDefault="00A14DB1" w:rsidP="00CB2F03">
      <w:pPr>
        <w:spacing w:after="0" w:line="240" w:lineRule="auto"/>
      </w:pPr>
      <w:r>
        <w:separator/>
      </w:r>
    </w:p>
  </w:footnote>
  <w:footnote w:type="continuationSeparator" w:id="0">
    <w:p w:rsidR="00A14DB1" w:rsidRDefault="00A14DB1" w:rsidP="00CB2F0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0522760"/>
      <w:docPartObj>
        <w:docPartGallery w:val="Page Numbers (Top of Page)"/>
        <w:docPartUnique/>
      </w:docPartObj>
    </w:sdtPr>
    <w:sdtEndPr>
      <w:rPr>
        <w:noProof/>
      </w:rPr>
    </w:sdtEndPr>
    <w:sdtContent>
      <w:p w:rsidR="00A14DB1" w:rsidRDefault="00A14DB1">
        <w:pPr>
          <w:pStyle w:val="Header"/>
          <w:jc w:val="right"/>
        </w:pPr>
        <w:r>
          <w:fldChar w:fldCharType="begin"/>
        </w:r>
        <w:r>
          <w:instrText xml:space="preserve"> PAGE   \* MERGEFORMAT </w:instrText>
        </w:r>
        <w:r>
          <w:fldChar w:fldCharType="separate"/>
        </w:r>
        <w:r w:rsidR="00FF5963">
          <w:rPr>
            <w:noProof/>
          </w:rPr>
          <w:t>1</w:t>
        </w:r>
        <w:r>
          <w:rPr>
            <w:noProof/>
          </w:rPr>
          <w:fldChar w:fldCharType="end"/>
        </w:r>
      </w:p>
    </w:sdtContent>
  </w:sdt>
  <w:p w:rsidR="00A14DB1" w:rsidRDefault="00A14DB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2F03"/>
    <w:rsid w:val="00027BAD"/>
    <w:rsid w:val="00077404"/>
    <w:rsid w:val="000E64F3"/>
    <w:rsid w:val="001B4731"/>
    <w:rsid w:val="001D5749"/>
    <w:rsid w:val="00323FE9"/>
    <w:rsid w:val="003F75FF"/>
    <w:rsid w:val="004D4502"/>
    <w:rsid w:val="00586E4C"/>
    <w:rsid w:val="005A747A"/>
    <w:rsid w:val="006731A6"/>
    <w:rsid w:val="006838F6"/>
    <w:rsid w:val="006F7508"/>
    <w:rsid w:val="00713BA3"/>
    <w:rsid w:val="00743697"/>
    <w:rsid w:val="00772763"/>
    <w:rsid w:val="007B4D4B"/>
    <w:rsid w:val="00830891"/>
    <w:rsid w:val="008F5B1A"/>
    <w:rsid w:val="009032EE"/>
    <w:rsid w:val="00A14DB1"/>
    <w:rsid w:val="00A20D68"/>
    <w:rsid w:val="00A31F76"/>
    <w:rsid w:val="00A678C2"/>
    <w:rsid w:val="00AD3440"/>
    <w:rsid w:val="00AF1379"/>
    <w:rsid w:val="00B017E9"/>
    <w:rsid w:val="00BF7C61"/>
    <w:rsid w:val="00C208FD"/>
    <w:rsid w:val="00CB2F03"/>
    <w:rsid w:val="00CD2A62"/>
    <w:rsid w:val="00D34926"/>
    <w:rsid w:val="00D54CB8"/>
    <w:rsid w:val="00DB732C"/>
    <w:rsid w:val="00DC2FA1"/>
    <w:rsid w:val="00DC309F"/>
    <w:rsid w:val="00DD4885"/>
    <w:rsid w:val="00EF1542"/>
    <w:rsid w:val="00FF59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2F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2F03"/>
  </w:style>
  <w:style w:type="paragraph" w:styleId="Footer">
    <w:name w:val="footer"/>
    <w:basedOn w:val="Normal"/>
    <w:link w:val="FooterChar"/>
    <w:uiPriority w:val="99"/>
    <w:unhideWhenUsed/>
    <w:rsid w:val="00CB2F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2F0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B2F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2F03"/>
  </w:style>
  <w:style w:type="paragraph" w:styleId="Footer">
    <w:name w:val="footer"/>
    <w:basedOn w:val="Normal"/>
    <w:link w:val="FooterChar"/>
    <w:uiPriority w:val="99"/>
    <w:unhideWhenUsed/>
    <w:rsid w:val="00CB2F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2F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42C34D38</Template>
  <TotalTime>0</TotalTime>
  <Pages>2</Pages>
  <Words>334</Words>
  <Characters>1906</Characters>
  <Application>Microsoft Office Word</Application>
  <DocSecurity>4</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Company>
  <LinksUpToDate>false</LinksUpToDate>
  <CharactersWithSpaces>2236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dc:description/>
  <cp:lastModifiedBy>Thomas VanArsdale</cp:lastModifiedBy>
  <cp:revision>2</cp:revision>
  <cp:lastPrinted>2012-12-13T11:23:00Z</cp:lastPrinted>
  <dcterms:created xsi:type="dcterms:W3CDTF">2013-01-07T20:48:00Z</dcterms:created>
  <dcterms:modified xsi:type="dcterms:W3CDTF">2013-01-07T20:48:00Z</dcterms:modified>
</cp:coreProperties>
</file>